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A603AB">
    <v:background id="_x0000_s1025" o:bwmode="white" fillcolor="#a603ab" o:targetscreensize="1024,768">
      <v:fill color2="#a603ab" colors="0 #a603ab;13763f #0819fb;22938f #1a8d48;34079f yellow;47841f #ee3f17;57672f #e81766;1 #a603ab" method="none" focus="100%" type="gradient"/>
    </v:background>
  </w:background>
  <w:body>
    <w:p w:rsidR="00904746" w:rsidRDefault="00222229" w:rsidP="007C3EB0">
      <w:pPr>
        <w:rPr>
          <w:rFonts w:ascii="Kristen ITC" w:hAnsi="Kristen ITC"/>
          <w:sz w:val="72"/>
          <w:szCs w:val="72"/>
          <w:u w:val="single"/>
        </w:rPr>
      </w:pPr>
      <w:bookmarkStart w:id="0" w:name="_GoBack"/>
      <w:bookmarkEnd w:id="0"/>
      <w:r w:rsidRPr="00222229">
        <w:rPr>
          <w:rFonts w:ascii="Kristen ITC" w:hAnsi="Kristen ITC"/>
          <w:sz w:val="72"/>
          <w:szCs w:val="72"/>
          <w:u w:val="single"/>
        </w:rPr>
        <w:t>Circus workshop</w:t>
      </w:r>
    </w:p>
    <w:p w:rsidR="00222229" w:rsidRDefault="00222229" w:rsidP="00222229">
      <w:pPr>
        <w:rPr>
          <w:rFonts w:ascii="Kristen ITC" w:hAnsi="Kristen ITC"/>
          <w:sz w:val="32"/>
          <w:szCs w:val="32"/>
        </w:rPr>
      </w:pPr>
      <w:r w:rsidRPr="00222229">
        <w:rPr>
          <w:rFonts w:ascii="Kristen ITC" w:hAnsi="Kristen ITC"/>
          <w:sz w:val="32"/>
          <w:szCs w:val="32"/>
        </w:rPr>
        <w:t xml:space="preserve">Last week room 10 </w:t>
      </w:r>
      <w:r>
        <w:rPr>
          <w:rFonts w:ascii="Kristen ITC" w:hAnsi="Kristen ITC"/>
          <w:sz w:val="32"/>
          <w:szCs w:val="32"/>
        </w:rPr>
        <w:t>was full of enthusiasm as we walked happily to the hall. We sat down right next to the stage getting more and more excited about the circus skills that George and Lil were going to teach us. Suddenly George came up to us and introduced himself and his incredible</w:t>
      </w:r>
      <w:r w:rsidR="00D5440D">
        <w:rPr>
          <w:rFonts w:ascii="Kristen ITC" w:hAnsi="Kristen ITC"/>
          <w:sz w:val="32"/>
          <w:szCs w:val="32"/>
        </w:rPr>
        <w:t xml:space="preserve"> partner to us.</w:t>
      </w:r>
    </w:p>
    <w:p w:rsidR="00D5440D" w:rsidRDefault="00D5440D" w:rsidP="00222229">
      <w:pPr>
        <w:rPr>
          <w:rFonts w:ascii="Kristen ITC" w:hAnsi="Kristen ITC"/>
          <w:sz w:val="32"/>
          <w:szCs w:val="32"/>
        </w:rPr>
      </w:pPr>
    </w:p>
    <w:p w:rsidR="00D5440D" w:rsidRDefault="00D5440D" w:rsidP="00222229">
      <w:pPr>
        <w:rPr>
          <w:rFonts w:ascii="Kristen ITC" w:hAnsi="Kristen ITC"/>
          <w:sz w:val="32"/>
          <w:szCs w:val="32"/>
        </w:rPr>
      </w:pPr>
      <w:r>
        <w:rPr>
          <w:rFonts w:ascii="Kristen ITC" w:hAnsi="Kristen ITC"/>
          <w:sz w:val="32"/>
          <w:szCs w:val="32"/>
        </w:rPr>
        <w:t>First of all we did a warm up. In the warm up we did some balancing and stretching. We had a lot of fun during the warm up. Secondly we split up into two groups</w:t>
      </w:r>
      <w:r w:rsidR="00A51F99">
        <w:rPr>
          <w:rFonts w:ascii="Kristen ITC" w:hAnsi="Kristen ITC"/>
          <w:sz w:val="32"/>
          <w:szCs w:val="32"/>
        </w:rPr>
        <w:t>. If you were in group 1 you wit</w:t>
      </w:r>
      <w:r>
        <w:rPr>
          <w:rFonts w:ascii="Kristen ITC" w:hAnsi="Kristen ITC"/>
          <w:sz w:val="32"/>
          <w:szCs w:val="32"/>
        </w:rPr>
        <w:t>h George and if you were in group 2 you were with Lil. I was in group 1 which meant I was with George.</w:t>
      </w:r>
    </w:p>
    <w:p w:rsidR="00E23D6B" w:rsidRDefault="00E23D6B" w:rsidP="00222229">
      <w:pPr>
        <w:rPr>
          <w:rFonts w:ascii="Kristen ITC" w:hAnsi="Kristen ITC"/>
          <w:sz w:val="32"/>
          <w:szCs w:val="32"/>
        </w:rPr>
      </w:pPr>
    </w:p>
    <w:p w:rsidR="008E196D" w:rsidRPr="00222229" w:rsidRDefault="00E23D6B" w:rsidP="00222229">
      <w:pPr>
        <w:rPr>
          <w:rFonts w:ascii="Kristen ITC" w:hAnsi="Kristen ITC"/>
          <w:sz w:val="32"/>
          <w:szCs w:val="32"/>
        </w:rPr>
      </w:pPr>
      <w:r>
        <w:rPr>
          <w:rFonts w:ascii="Kristen ITC" w:hAnsi="Kristen ITC"/>
          <w:sz w:val="32"/>
          <w:szCs w:val="32"/>
        </w:rPr>
        <w:t>If you were with</w:t>
      </w:r>
      <w:r w:rsidR="008E196D">
        <w:rPr>
          <w:rFonts w:ascii="Kristen ITC" w:hAnsi="Kristen ITC"/>
          <w:sz w:val="32"/>
          <w:szCs w:val="32"/>
        </w:rPr>
        <w:t xml:space="preserve"> George you did miming and faki</w:t>
      </w:r>
      <w:r>
        <w:rPr>
          <w:rFonts w:ascii="Kristen ITC" w:hAnsi="Kristen ITC"/>
          <w:sz w:val="32"/>
          <w:szCs w:val="32"/>
        </w:rPr>
        <w:t>ng things. One of the things that we did was pretending we were pulling up a rope</w:t>
      </w:r>
      <w:r w:rsidR="00382354">
        <w:rPr>
          <w:rFonts w:ascii="Kristen ITC" w:hAnsi="Kristen ITC"/>
          <w:sz w:val="32"/>
          <w:szCs w:val="32"/>
        </w:rPr>
        <w:t xml:space="preserve"> from a box. This was tricky</w:t>
      </w:r>
      <w:r w:rsidR="003044CB">
        <w:rPr>
          <w:rFonts w:ascii="Kristen ITC" w:hAnsi="Kristen ITC"/>
          <w:sz w:val="32"/>
          <w:szCs w:val="32"/>
        </w:rPr>
        <w:t>. Anothe</w:t>
      </w:r>
      <w:r w:rsidR="0097284F">
        <w:rPr>
          <w:rFonts w:ascii="Kristen ITC" w:hAnsi="Kristen ITC"/>
          <w:sz w:val="32"/>
          <w:szCs w:val="32"/>
        </w:rPr>
        <w:t>r thing we did was slap stick, y</w:t>
      </w:r>
      <w:r w:rsidR="003044CB">
        <w:rPr>
          <w:rFonts w:ascii="Kristen ITC" w:hAnsi="Kristen ITC"/>
          <w:sz w:val="32"/>
          <w:szCs w:val="32"/>
        </w:rPr>
        <w:t>ou had to pretend to slap someone and the other person had to pretend to fall. Afte</w:t>
      </w:r>
      <w:r w:rsidR="0097284F">
        <w:rPr>
          <w:rFonts w:ascii="Kristen ITC" w:hAnsi="Kristen ITC"/>
          <w:sz w:val="32"/>
          <w:szCs w:val="32"/>
        </w:rPr>
        <w:t>r half an hour of doing miming t</w:t>
      </w:r>
      <w:r w:rsidR="003044CB">
        <w:rPr>
          <w:rFonts w:ascii="Kristen ITC" w:hAnsi="Kristen ITC"/>
          <w:sz w:val="32"/>
          <w:szCs w:val="32"/>
        </w:rPr>
        <w:t>he groups swapped over. Then I was with Lil. If you were with Lil you did some sort of acro balance</w:t>
      </w:r>
      <w:r w:rsidR="008E196D">
        <w:rPr>
          <w:rFonts w:ascii="Kristen ITC" w:hAnsi="Kristen ITC"/>
          <w:sz w:val="32"/>
          <w:szCs w:val="32"/>
        </w:rPr>
        <w:t xml:space="preserve">. In acro balance we held hands with someone and learnt back with our feet </w:t>
      </w:r>
      <w:r w:rsidR="008E196D">
        <w:rPr>
          <w:rFonts w:ascii="Kristen ITC" w:hAnsi="Kristen ITC"/>
          <w:sz w:val="32"/>
          <w:szCs w:val="32"/>
        </w:rPr>
        <w:lastRenderedPageBreak/>
        <w:t>together. Another thing we did was the Air Chair! This was when someone lay down and put their feet and hands up into the air. The other person had to put their bum onto the other</w:t>
      </w:r>
      <w:r w:rsidR="001D4D6A">
        <w:rPr>
          <w:rFonts w:ascii="Kristen ITC" w:hAnsi="Kristen ITC"/>
          <w:sz w:val="32"/>
          <w:szCs w:val="32"/>
        </w:rPr>
        <w:t xml:space="preserve"> </w:t>
      </w:r>
      <w:r w:rsidR="0097284F">
        <w:rPr>
          <w:rFonts w:ascii="Kristen ITC" w:hAnsi="Kristen ITC"/>
          <w:sz w:val="32"/>
          <w:szCs w:val="32"/>
        </w:rPr>
        <w:t>person’s</w:t>
      </w:r>
      <w:r w:rsidR="001D4D6A">
        <w:rPr>
          <w:rFonts w:ascii="Kristen ITC" w:hAnsi="Kristen ITC"/>
          <w:sz w:val="32"/>
          <w:szCs w:val="32"/>
        </w:rPr>
        <w:t xml:space="preserve"> feet and their feet onto their hands!</w:t>
      </w:r>
    </w:p>
    <w:sectPr w:rsidR="008E196D" w:rsidRPr="00222229" w:rsidSect="003131C1">
      <w:pgSz w:w="11906" w:h="16838"/>
      <w:pgMar w:top="1440" w:right="1440" w:bottom="1440" w:left="1440" w:header="708" w:footer="708" w:gutter="0"/>
      <w:pgBorders w:offsetFrom="page">
        <w:top w:val="stars" w:sz="12" w:space="24" w:color="auto"/>
        <w:left w:val="stars" w:sz="12" w:space="24" w:color="auto"/>
        <w:bottom w:val="stars" w:sz="12" w:space="24" w:color="auto"/>
        <w:right w:val="stars"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038"/>
    <w:rsid w:val="000E4038"/>
    <w:rsid w:val="001D4D6A"/>
    <w:rsid w:val="00222229"/>
    <w:rsid w:val="003044CB"/>
    <w:rsid w:val="003131C1"/>
    <w:rsid w:val="00382354"/>
    <w:rsid w:val="007B40A1"/>
    <w:rsid w:val="007C3EB0"/>
    <w:rsid w:val="008E196D"/>
    <w:rsid w:val="00904746"/>
    <w:rsid w:val="0097284F"/>
    <w:rsid w:val="00A24B93"/>
    <w:rsid w:val="00A51F99"/>
    <w:rsid w:val="00D5440D"/>
    <w:rsid w:val="00E23D6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4AA7937F</Template>
  <TotalTime>79</TotalTime>
  <Pages>2</Pages>
  <Words>197</Words>
  <Characters>1124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8</cp:revision>
  <dcterms:created xsi:type="dcterms:W3CDTF">2012-05-15T21:39:00Z</dcterms:created>
  <dcterms:modified xsi:type="dcterms:W3CDTF">2012-06-11T20:31:00Z</dcterms:modified>
</cp:coreProperties>
</file>